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420CF8" w:rsidRDefault="00C62F25" w:rsidP="00420CF8">
      <w:pPr>
        <w:pStyle w:val="Standard"/>
        <w:rPr>
          <w:color w:val="000000"/>
        </w:rPr>
      </w:pPr>
      <w:r w:rsidRPr="00420CF8">
        <w:t>Consultation n°</w:t>
      </w:r>
      <w:r w:rsidR="00420CF8" w:rsidRPr="00420CF8">
        <w:t>2025</w:t>
      </w:r>
      <w:r w:rsidR="005169F3">
        <w:t>10070844</w:t>
      </w:r>
      <w:r w:rsidR="00023A58" w:rsidRPr="00420CF8">
        <w:t xml:space="preserve"> : </w:t>
      </w:r>
      <w:bookmarkStart w:id="1" w:name="_Hlk193869674"/>
      <w:r w:rsidR="00420CF8" w:rsidRPr="00420CF8">
        <w:t>Acquisition d'un système de microscopie thermographique par thermoréflectance</w:t>
      </w:r>
    </w:p>
    <w:p w:rsidR="00023A58" w:rsidRPr="00023A58" w:rsidRDefault="00023A58" w:rsidP="00420CF8">
      <w:pPr>
        <w:pStyle w:val="Standard"/>
      </w:pPr>
    </w:p>
    <w:bookmarkEnd w:id="1"/>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169F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69F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6147F9" w:rsidP="00062D0A">
          <w:pPr>
            <w:jc w:val="center"/>
            <w:rPr>
              <w:rFonts w:ascii="Arial" w:hAnsi="Arial" w:cs="Arial"/>
              <w:b/>
              <w:i/>
              <w:iCs/>
            </w:rPr>
          </w:pPr>
          <w:r>
            <w:rPr>
              <w:rFonts w:ascii="Arial" w:hAnsi="Arial" w:cs="Arial"/>
              <w:b/>
              <w:i/>
              <w:iCs/>
            </w:rPr>
            <w:t>2025</w:t>
          </w:r>
          <w:r w:rsidR="005169F3">
            <w:rPr>
              <w:rFonts w:ascii="Arial" w:hAnsi="Arial" w:cs="Arial"/>
              <w:b/>
              <w:i/>
              <w:iCs/>
            </w:rPr>
            <w:t>10070844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w:t>
      </w:r>
      <w:bookmarkStart w:id="0" w:name="_GoBack"/>
      <w:bookmarkEnd w:id="0"/>
      <w:r>
        <w:rPr>
          <w:rFonts w:ascii="Arial" w:hAnsi="Arial" w:cs="Arial"/>
          <w:sz w:val="16"/>
          <w:szCs w:val="16"/>
        </w:rPr>
        <w:t>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24EA"/>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0CF8"/>
    <w:rsid w:val="00456A7D"/>
    <w:rsid w:val="00472DBE"/>
    <w:rsid w:val="00486CBD"/>
    <w:rsid w:val="00491433"/>
    <w:rsid w:val="004B21EB"/>
    <w:rsid w:val="004D1DF9"/>
    <w:rsid w:val="004D7559"/>
    <w:rsid w:val="004E13BF"/>
    <w:rsid w:val="00507C52"/>
    <w:rsid w:val="005169F3"/>
    <w:rsid w:val="00521228"/>
    <w:rsid w:val="00523768"/>
    <w:rsid w:val="00536431"/>
    <w:rsid w:val="005404D8"/>
    <w:rsid w:val="005451F3"/>
    <w:rsid w:val="0055495B"/>
    <w:rsid w:val="00555A77"/>
    <w:rsid w:val="005613A6"/>
    <w:rsid w:val="0057615E"/>
    <w:rsid w:val="00577B00"/>
    <w:rsid w:val="005B1763"/>
    <w:rsid w:val="005B287C"/>
    <w:rsid w:val="005E12D0"/>
    <w:rsid w:val="005F50C3"/>
    <w:rsid w:val="006147F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700D80"/>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420CF8"/>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420CF8"/>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7458B-8038-474F-B3F9-AD676D07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5</Pages>
  <Words>1956</Words>
  <Characters>10762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19</cp:revision>
  <cp:lastPrinted>2016-11-02T13:51:00Z</cp:lastPrinted>
  <dcterms:created xsi:type="dcterms:W3CDTF">2023-06-19T14:49:00Z</dcterms:created>
  <dcterms:modified xsi:type="dcterms:W3CDTF">2025-07-17T07:40:00Z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